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591CC73-CF38-48B6-9DED-3B4D7278F3E4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